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811E352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341343">
        <w:rPr>
          <w:rFonts w:ascii="Verdana" w:eastAsia="Verdana" w:hAnsi="Verdana" w:cs="Times New Roman"/>
          <w:b/>
        </w:rPr>
        <w:t>10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0CC94BB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</w:t>
            </w:r>
          </w:p>
          <w:p w14:paraId="53729AC8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</w:rPr>
            </w:pPr>
            <w:r w:rsidRPr="00E2272D">
              <w:rPr>
                <w:rFonts w:ascii="Verdana" w:hAnsi="Verdana" w:cstheme="minorHAnsi"/>
              </w:rPr>
              <w:t>w imieniu i na rzecz której działa:</w:t>
            </w:r>
          </w:p>
          <w:p w14:paraId="6EA8C41E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 Oddział Białystok</w:t>
            </w:r>
          </w:p>
          <w:p w14:paraId="5B78AE74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2651FB8D" w14:textId="3FC98636" w:rsidR="00381365" w:rsidRPr="003C16EE" w:rsidRDefault="00613643" w:rsidP="0061364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4459DB17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341343" w:rsidRPr="00A35F56">
        <w:rPr>
          <w:rFonts w:ascii="Verdana" w:hAnsi="Verdana" w:cstheme="minorHAnsi"/>
          <w:sz w:val="20"/>
          <w:lang w:eastAsia="pl-PL"/>
        </w:rPr>
        <w:t>POST/DYS/OB/</w:t>
      </w:r>
      <w:proofErr w:type="spellStart"/>
      <w:r w:rsidR="00341343" w:rsidRPr="00A35F56">
        <w:rPr>
          <w:rFonts w:ascii="Verdana" w:hAnsi="Verdana" w:cstheme="minorHAnsi"/>
          <w:sz w:val="20"/>
          <w:lang w:eastAsia="pl-PL"/>
        </w:rPr>
        <w:t>G</w:t>
      </w:r>
      <w:r w:rsidR="00B6762A">
        <w:rPr>
          <w:rFonts w:ascii="Verdana" w:hAnsi="Verdana" w:cstheme="minorHAnsi"/>
          <w:sz w:val="20"/>
          <w:lang w:eastAsia="pl-PL"/>
        </w:rPr>
        <w:t>Z</w:t>
      </w:r>
      <w:proofErr w:type="spellEnd"/>
      <w:r w:rsidR="00B6762A">
        <w:rPr>
          <w:rFonts w:ascii="Verdana" w:hAnsi="Verdana" w:cstheme="minorHAnsi"/>
          <w:sz w:val="20"/>
          <w:lang w:eastAsia="pl-PL"/>
        </w:rPr>
        <w:t>/0</w:t>
      </w:r>
      <w:r w:rsidR="001B3794">
        <w:rPr>
          <w:rFonts w:ascii="Verdana" w:hAnsi="Verdana" w:cstheme="minorHAnsi"/>
          <w:sz w:val="20"/>
          <w:lang w:eastAsia="pl-PL"/>
        </w:rPr>
        <w:t>021</w:t>
      </w:r>
      <w:r w:rsidR="00666920">
        <w:rPr>
          <w:rFonts w:ascii="Verdana" w:hAnsi="Verdana" w:cstheme="minorHAnsi"/>
          <w:sz w:val="20"/>
          <w:lang w:eastAsia="pl-PL"/>
        </w:rPr>
        <w:t>1</w:t>
      </w:r>
      <w:r w:rsidR="00341343" w:rsidRPr="00A35F56">
        <w:rPr>
          <w:rFonts w:ascii="Verdana" w:hAnsi="Verdana" w:cstheme="minorHAnsi"/>
          <w:sz w:val="20"/>
          <w:lang w:eastAsia="pl-PL"/>
        </w:rPr>
        <w:t>/202</w:t>
      </w:r>
      <w:r w:rsidR="001B3794">
        <w:rPr>
          <w:rFonts w:ascii="Verdana" w:hAnsi="Verdana" w:cstheme="minorHAnsi"/>
          <w:sz w:val="20"/>
          <w:lang w:eastAsia="pl-PL"/>
        </w:rPr>
        <w:t>6</w:t>
      </w:r>
      <w:r w:rsidR="00341343" w:rsidRPr="00A35F56">
        <w:rPr>
          <w:rFonts w:ascii="Verdana" w:hAnsi="Verdana" w:cstheme="minorHAnsi"/>
          <w:sz w:val="20"/>
          <w:lang w:eastAsia="pl-PL"/>
        </w:rPr>
        <w:t xml:space="preserve"> 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1B3794" w:rsidRPr="006D515F">
        <w:rPr>
          <w:rFonts w:cs="Arial"/>
          <w:b/>
          <w:bCs/>
          <w:i/>
          <w:color w:val="000000"/>
          <w:spacing w:val="-15"/>
          <w:sz w:val="20"/>
          <w:szCs w:val="20"/>
        </w:rPr>
        <w:t>Modernizacja linii napowietrznej SN na terenie działalności PGE Dystrybucja S.A. Oddział Białystok Rejonu Energetycznego Białystok Teren - Polanka – Zamczysk (</w:t>
      </w:r>
      <w:r w:rsidR="00666920" w:rsidRPr="00666920">
        <w:rPr>
          <w:rFonts w:cs="Arial"/>
          <w:b/>
          <w:bCs/>
          <w:i/>
          <w:color w:val="000000"/>
          <w:spacing w:val="-15"/>
          <w:sz w:val="20"/>
          <w:szCs w:val="20"/>
        </w:rPr>
        <w:t xml:space="preserve">etap </w:t>
      </w:r>
      <w:r w:rsidR="00666920" w:rsidRPr="00666920">
        <w:rPr>
          <w:rFonts w:cs="Arial"/>
          <w:b/>
          <w:bCs/>
          <w:i/>
          <w:iCs/>
          <w:color w:val="000000"/>
          <w:spacing w:val="-15"/>
          <w:sz w:val="20"/>
          <w:szCs w:val="20"/>
        </w:rPr>
        <w:t>X, XI, XII, XIII, XIV, XV</w:t>
      </w:r>
      <w:r w:rsidR="001B3794" w:rsidRPr="006D515F">
        <w:rPr>
          <w:rFonts w:cs="Arial"/>
          <w:b/>
          <w:bCs/>
          <w:i/>
          <w:color w:val="000000"/>
          <w:spacing w:val="-15"/>
          <w:sz w:val="20"/>
          <w:szCs w:val="20"/>
        </w:rPr>
        <w:t>) - 6 części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B19DBE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762A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4C1A5AF3" w:rsidR="00347E8D" w:rsidRPr="006B2C28" w:rsidRDefault="00B6762A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1B3794">
            <w:rPr>
              <w:rFonts w:asciiTheme="majorHAnsi" w:hAnsiTheme="majorHAnsi"/>
              <w:color w:val="000000" w:themeColor="text1"/>
              <w:sz w:val="14"/>
              <w:szCs w:val="18"/>
            </w:rPr>
            <w:t>021</w:t>
          </w:r>
          <w:r w:rsidR="00666920">
            <w:rPr>
              <w:rFonts w:asciiTheme="majorHAnsi" w:hAnsiTheme="majorHAnsi"/>
              <w:color w:val="000000" w:themeColor="text1"/>
              <w:sz w:val="14"/>
              <w:szCs w:val="18"/>
            </w:rPr>
            <w:t>1</w:t>
          </w:r>
          <w:r w:rsidR="00341343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1B3794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03279627">
    <w:abstractNumId w:val="16"/>
  </w:num>
  <w:num w:numId="2" w16cid:durableId="1684044583">
    <w:abstractNumId w:val="7"/>
  </w:num>
  <w:num w:numId="3" w16cid:durableId="1360205548">
    <w:abstractNumId w:val="11"/>
  </w:num>
  <w:num w:numId="4" w16cid:durableId="1804076923">
    <w:abstractNumId w:val="17"/>
  </w:num>
  <w:num w:numId="5" w16cid:durableId="92896903">
    <w:abstractNumId w:val="16"/>
  </w:num>
  <w:num w:numId="6" w16cid:durableId="1680887608">
    <w:abstractNumId w:val="16"/>
  </w:num>
  <w:num w:numId="7" w16cid:durableId="429391951">
    <w:abstractNumId w:val="3"/>
  </w:num>
  <w:num w:numId="8" w16cid:durableId="1715888743">
    <w:abstractNumId w:val="23"/>
  </w:num>
  <w:num w:numId="9" w16cid:durableId="236483587">
    <w:abstractNumId w:val="15"/>
  </w:num>
  <w:num w:numId="10" w16cid:durableId="1252929409">
    <w:abstractNumId w:val="4"/>
  </w:num>
  <w:num w:numId="11" w16cid:durableId="392237580">
    <w:abstractNumId w:val="12"/>
  </w:num>
  <w:num w:numId="12" w16cid:durableId="1619024707">
    <w:abstractNumId w:val="10"/>
  </w:num>
  <w:num w:numId="13" w16cid:durableId="603925774">
    <w:abstractNumId w:val="22"/>
  </w:num>
  <w:num w:numId="14" w16cid:durableId="903950486">
    <w:abstractNumId w:val="19"/>
  </w:num>
  <w:num w:numId="15" w16cid:durableId="1851331668">
    <w:abstractNumId w:val="14"/>
  </w:num>
  <w:num w:numId="16" w16cid:durableId="2082633481">
    <w:abstractNumId w:val="8"/>
  </w:num>
  <w:num w:numId="17" w16cid:durableId="1911117777">
    <w:abstractNumId w:val="5"/>
  </w:num>
  <w:num w:numId="18" w16cid:durableId="2094648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56047544">
    <w:abstractNumId w:val="0"/>
  </w:num>
  <w:num w:numId="20" w16cid:durableId="1194731173">
    <w:abstractNumId w:val="24"/>
  </w:num>
  <w:num w:numId="21" w16cid:durableId="1323243027">
    <w:abstractNumId w:val="1"/>
  </w:num>
  <w:num w:numId="22" w16cid:durableId="1791900137">
    <w:abstractNumId w:val="13"/>
  </w:num>
  <w:num w:numId="23" w16cid:durableId="368334829">
    <w:abstractNumId w:val="9"/>
  </w:num>
  <w:num w:numId="24" w16cid:durableId="1529640085">
    <w:abstractNumId w:val="18"/>
  </w:num>
  <w:num w:numId="25" w16cid:durableId="751699647">
    <w:abstractNumId w:val="21"/>
  </w:num>
  <w:num w:numId="26" w16cid:durableId="6032027">
    <w:abstractNumId w:val="2"/>
  </w:num>
  <w:num w:numId="27" w16cid:durableId="814378318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C98"/>
    <w:rsid w:val="0008659E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B3794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6695B"/>
    <w:rsid w:val="00270752"/>
    <w:rsid w:val="002743D5"/>
    <w:rsid w:val="002768AC"/>
    <w:rsid w:val="002A3129"/>
    <w:rsid w:val="002A48F7"/>
    <w:rsid w:val="002A7834"/>
    <w:rsid w:val="002B5C62"/>
    <w:rsid w:val="002C470F"/>
    <w:rsid w:val="002D4CAD"/>
    <w:rsid w:val="002F10CA"/>
    <w:rsid w:val="00303C67"/>
    <w:rsid w:val="00310CB3"/>
    <w:rsid w:val="00341343"/>
    <w:rsid w:val="00347E8D"/>
    <w:rsid w:val="00362C4E"/>
    <w:rsid w:val="00366FFB"/>
    <w:rsid w:val="00371A75"/>
    <w:rsid w:val="00375780"/>
    <w:rsid w:val="00381365"/>
    <w:rsid w:val="00385E87"/>
    <w:rsid w:val="00387A0D"/>
    <w:rsid w:val="003903C2"/>
    <w:rsid w:val="00395F60"/>
    <w:rsid w:val="003A448C"/>
    <w:rsid w:val="003A4CC6"/>
    <w:rsid w:val="003A5D11"/>
    <w:rsid w:val="003A7C03"/>
    <w:rsid w:val="003B4397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6327F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3643"/>
    <w:rsid w:val="00623B01"/>
    <w:rsid w:val="00625BB0"/>
    <w:rsid w:val="006261BB"/>
    <w:rsid w:val="0065322E"/>
    <w:rsid w:val="00655DA8"/>
    <w:rsid w:val="00660237"/>
    <w:rsid w:val="00666920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575B7"/>
    <w:rsid w:val="008707CC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4CB6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12FE"/>
    <w:rsid w:val="00A02C84"/>
    <w:rsid w:val="00A148D6"/>
    <w:rsid w:val="00A370AB"/>
    <w:rsid w:val="00A43299"/>
    <w:rsid w:val="00A467CA"/>
    <w:rsid w:val="00A46E12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E7EE6"/>
    <w:rsid w:val="00AF2F39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62A"/>
    <w:rsid w:val="00B67FA9"/>
    <w:rsid w:val="00B749F1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4D55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205B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8EF241-C20B-4C19-BBB0-8D29B529C6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B85460-22E9-46CA-9016-D4B752735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2</Pages>
  <Words>498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2026-01-26T12:16:00Z</dcterms:created>
  <dcterms:modified xsi:type="dcterms:W3CDTF">2026-01-26T12:16:00Z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